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37" w:rsidRDefault="00FA0F3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2"/>
        <w:gridCol w:w="3672"/>
        <w:gridCol w:w="3672"/>
      </w:tblGrid>
      <w:tr w:rsidR="000B6C8A" w:rsidRPr="000B6C8A" w:rsidTr="000B6C8A"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 w:rsidRPr="000B6C8A">
              <w:rPr>
                <w:b/>
                <w:sz w:val="24"/>
                <w:szCs w:val="24"/>
              </w:rPr>
              <w:t xml:space="preserve">Nama: </w:t>
            </w:r>
            <w:r w:rsidR="00832305">
              <w:rPr>
                <w:b/>
                <w:sz w:val="24"/>
                <w:szCs w:val="24"/>
              </w:rPr>
              <w:t>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Kelas:</w:t>
            </w:r>
            <w:r w:rsidR="00832305">
              <w:rPr>
                <w:b/>
                <w:sz w:val="24"/>
                <w:szCs w:val="24"/>
              </w:rPr>
              <w:t xml:space="preserve"> _____________________</w:t>
            </w:r>
          </w:p>
        </w:tc>
        <w:tc>
          <w:tcPr>
            <w:tcW w:w="3672" w:type="dxa"/>
          </w:tcPr>
          <w:p w:rsidR="000B6C8A" w:rsidRPr="000B6C8A" w:rsidRDefault="000B6C8A" w:rsidP="000B6C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Tarikh:</w:t>
            </w:r>
            <w:r w:rsidR="00832305">
              <w:rPr>
                <w:b/>
                <w:sz w:val="24"/>
                <w:szCs w:val="24"/>
              </w:rPr>
              <w:t xml:space="preserve"> ____________________</w:t>
            </w:r>
          </w:p>
        </w:tc>
      </w:tr>
    </w:tbl>
    <w:p w:rsidR="000B6C8A" w:rsidRPr="000B6C8A" w:rsidRDefault="00370030" w:rsidP="000B6C8A">
      <w:r>
        <w:rPr>
          <w:noProof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113.2pt;margin-top:7.15pt;width:284.55pt;height:36pt;z-index:251667456;mso-position-horizontal-relative:text;mso-position-vertical-relative:text" stroked="f">
            <v:textbox style="mso-next-textbox:#_x0000_s1041">
              <w:txbxContent>
                <w:p w:rsidR="001979AB" w:rsidRPr="001979AB" w:rsidRDefault="001979AB" w:rsidP="001979AB">
                  <w:pPr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979AB">
                    <w:rPr>
                      <w:rFonts w:ascii="Arial" w:hAnsi="Arial" w:cs="Arial"/>
                      <w:b/>
                      <w:sz w:val="32"/>
                      <w:szCs w:val="32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FA0F37" w:rsidRDefault="00370030">
      <w:pPr>
        <w:rPr>
          <w:b/>
          <w:bCs/>
          <w:sz w:val="28"/>
          <w:szCs w:val="28"/>
        </w:rPr>
      </w:pPr>
      <w:r w:rsidRPr="00370030">
        <w:rPr>
          <w:noProof/>
        </w:rPr>
        <w:pict>
          <v:shape id="_x0000_s1034" type="#_x0000_t202" style="position:absolute;margin-left:57.6pt;margin-top:11pt;width:165.6pt;height:50.4pt;z-index:251655168" o:allowincell="f" filled="f" stroked="f">
            <v:textbox style="mso-next-textbox:#_x0000_s1034">
              <w:txbxContent>
                <w:p w:rsidR="00FA0F37" w:rsidRPr="00B505F0" w:rsidRDefault="00FA0F37" w:rsidP="00B505F0"/>
              </w:txbxContent>
            </v:textbox>
          </v:shape>
        </w:pict>
      </w:r>
    </w:p>
    <w:p w:rsidR="00C361CE" w:rsidRDefault="00C361CE">
      <w:pPr>
        <w:rPr>
          <w:b/>
          <w:bCs/>
          <w:sz w:val="28"/>
          <w:szCs w:val="28"/>
        </w:rPr>
      </w:pPr>
    </w:p>
    <w:p w:rsidR="00FA0F37" w:rsidRDefault="00FA0F37">
      <w:pPr>
        <w:rPr>
          <w:b/>
          <w:bCs/>
          <w:sz w:val="28"/>
          <w:szCs w:val="28"/>
        </w:rPr>
      </w:pPr>
    </w:p>
    <w:p w:rsidR="00FA0F37" w:rsidRPr="00C361CE" w:rsidRDefault="00B505F0" w:rsidP="00C361CE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val="en-SG" w:eastAsia="en-SG"/>
        </w:rPr>
        <w:drawing>
          <wp:inline distT="0" distB="0" distL="0" distR="0">
            <wp:extent cx="6709541" cy="7441324"/>
            <wp:effectExtent l="19050" t="0" r="15109" b="7226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FA0F37" w:rsidRPr="00C361CE" w:rsidSect="00FA0F37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40F" w:rsidRDefault="00A6240F" w:rsidP="000B6C8A">
      <w:r>
        <w:separator/>
      </w:r>
    </w:p>
  </w:endnote>
  <w:endnote w:type="continuationSeparator" w:id="0">
    <w:p w:rsidR="00A6240F" w:rsidRDefault="00A6240F" w:rsidP="000B6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1892"/>
      <w:docPartObj>
        <w:docPartGallery w:val="Page Numbers (Bottom of Page)"/>
        <w:docPartUnique/>
      </w:docPartObj>
    </w:sdtPr>
    <w:sdtContent>
      <w:p w:rsidR="000B6C8A" w:rsidRDefault="00370030">
        <w:pPr>
          <w:pStyle w:val="Footer"/>
          <w:jc w:val="right"/>
        </w:pPr>
        <w:fldSimple w:instr=" PAGE   \* MERGEFORMAT ">
          <w:r w:rsidR="00A6240F">
            <w:rPr>
              <w:noProof/>
            </w:rPr>
            <w:t>1</w:t>
          </w:r>
        </w:fldSimple>
      </w:p>
    </w:sdtContent>
  </w:sdt>
  <w:p w:rsidR="000B6C8A" w:rsidRDefault="000B6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40F" w:rsidRDefault="00A6240F" w:rsidP="000B6C8A">
      <w:r>
        <w:separator/>
      </w:r>
    </w:p>
  </w:footnote>
  <w:footnote w:type="continuationSeparator" w:id="0">
    <w:p w:rsidR="00A6240F" w:rsidRDefault="00A6240F" w:rsidP="000B6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C8A" w:rsidRDefault="000B6C8A">
    <w:pPr>
      <w:pStyle w:val="Header"/>
    </w:pPr>
    <w:r>
      <w:t>A3D</w:t>
    </w:r>
    <w:r>
      <w:ptab w:relativeTo="margin" w:alignment="center" w:leader="none"/>
    </w:r>
    <w:r>
      <w:ptab w:relativeTo="margin" w:alignment="right" w:leader="none"/>
    </w:r>
    <w:r>
      <w:t xml:space="preserve">Lembaran Kerja </w:t>
    </w:r>
    <w:r w:rsidR="00C361CE">
      <w:t>6</w:t>
    </w:r>
    <w:r>
      <w:t xml:space="preserve"> – </w:t>
    </w:r>
    <w:r w:rsidR="00C361CE">
      <w:t>Borang Renungan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footnotePr>
    <w:footnote w:id="-1"/>
    <w:footnote w:id="0"/>
  </w:footnotePr>
  <w:endnotePr>
    <w:endnote w:id="-1"/>
    <w:endnote w:id="0"/>
  </w:endnotePr>
  <w:compat/>
  <w:rsids>
    <w:rsidRoot w:val="000B6C8A"/>
    <w:rsid w:val="000B6C8A"/>
    <w:rsid w:val="001979AB"/>
    <w:rsid w:val="00370030"/>
    <w:rsid w:val="00447240"/>
    <w:rsid w:val="00597DC1"/>
    <w:rsid w:val="006A7A5A"/>
    <w:rsid w:val="00756435"/>
    <w:rsid w:val="00832305"/>
    <w:rsid w:val="00A6240F"/>
    <w:rsid w:val="00B505F0"/>
    <w:rsid w:val="00C361CE"/>
    <w:rsid w:val="00F52186"/>
    <w:rsid w:val="00FA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F37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FA0F37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D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DC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97DC1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0B6C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C8A"/>
  </w:style>
  <w:style w:type="paragraph" w:styleId="Footer">
    <w:name w:val="footer"/>
    <w:basedOn w:val="Normal"/>
    <w:link w:val="FooterChar"/>
    <w:uiPriority w:val="99"/>
    <w:unhideWhenUsed/>
    <w:rsid w:val="000B6C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6C8A"/>
  </w:style>
  <w:style w:type="table" w:styleId="TableGrid">
    <w:name w:val="Table Grid"/>
    <w:basedOn w:val="TableNormal"/>
    <w:uiPriority w:val="59"/>
    <w:rsid w:val="000B6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">
    <w:name w:val="Medium Shading 2"/>
    <w:basedOn w:val="TableNormal"/>
    <w:uiPriority w:val="64"/>
    <w:rsid w:val="00B505F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dWorld_SpiderMap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9DE3A4-2CE7-4D78-A741-1A4DBB2B8AD1}" type="doc">
      <dgm:prSet loTypeId="urn:microsoft.com/office/officeart/2005/8/layout/vList6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SG"/>
        </a:p>
      </dgm:t>
    </dgm:pt>
    <dgm:pt modelId="{C408538E-813D-423F-B033-A8A3811D2031}">
      <dgm:prSet phldrT="[Text]"/>
      <dgm:spPr/>
      <dgm:t>
        <a:bodyPr/>
        <a:lstStyle/>
        <a:p>
          <a:r>
            <a:rPr lang="en-SG"/>
            <a:t>3 perwatakan yang dipelajari (sila nyatakan nama watak)</a:t>
          </a:r>
        </a:p>
      </dgm:t>
    </dgm:pt>
    <dgm:pt modelId="{B3BC93DB-7223-4AFC-9708-35A8A631B4E7}" type="parTrans" cxnId="{27D8DD46-BAC2-4FE1-9185-C49ACD5AED8D}">
      <dgm:prSet/>
      <dgm:spPr/>
      <dgm:t>
        <a:bodyPr/>
        <a:lstStyle/>
        <a:p>
          <a:endParaRPr lang="en-SG"/>
        </a:p>
      </dgm:t>
    </dgm:pt>
    <dgm:pt modelId="{33EA8972-79A2-4104-8266-30064C4141ED}" type="sibTrans" cxnId="{27D8DD46-BAC2-4FE1-9185-C49ACD5AED8D}">
      <dgm:prSet/>
      <dgm:spPr/>
      <dgm:t>
        <a:bodyPr/>
        <a:lstStyle/>
        <a:p>
          <a:endParaRPr lang="en-SG"/>
        </a:p>
      </dgm:t>
    </dgm:pt>
    <dgm:pt modelId="{DC742A3E-CEA5-4056-AAE6-1D64A0486C7E}">
      <dgm:prSet phldrT="[Text]"/>
      <dgm:spPr/>
      <dgm:t>
        <a:bodyPr/>
        <a:lstStyle/>
        <a:p>
          <a:r>
            <a:rPr lang="en-SG"/>
            <a:t>2 persoalan yang terkandung dalam cerpen</a:t>
          </a:r>
        </a:p>
      </dgm:t>
    </dgm:pt>
    <dgm:pt modelId="{7D45F7F2-F6BF-4DE9-A1C0-EE4CBF45A114}" type="parTrans" cxnId="{83E12AC2-27EE-45B5-8A3F-1AB7CA57F0C4}">
      <dgm:prSet/>
      <dgm:spPr/>
      <dgm:t>
        <a:bodyPr/>
        <a:lstStyle/>
        <a:p>
          <a:endParaRPr lang="en-SG"/>
        </a:p>
      </dgm:t>
    </dgm:pt>
    <dgm:pt modelId="{C887C677-26DB-4A87-873D-28A97A21137E}" type="sibTrans" cxnId="{83E12AC2-27EE-45B5-8A3F-1AB7CA57F0C4}">
      <dgm:prSet/>
      <dgm:spPr/>
      <dgm:t>
        <a:bodyPr/>
        <a:lstStyle/>
        <a:p>
          <a:endParaRPr lang="en-SG"/>
        </a:p>
      </dgm:t>
    </dgm:pt>
    <dgm:pt modelId="{336FA997-BF3B-4245-9E8C-A4D12E0B41D4}">
      <dgm:prSet phldrT="[Text]"/>
      <dgm:spPr/>
      <dgm:t>
        <a:bodyPr/>
        <a:lstStyle/>
        <a:p>
          <a:r>
            <a:rPr lang="en-SG"/>
            <a:t>1 perkara yang menarik</a:t>
          </a:r>
        </a:p>
      </dgm:t>
    </dgm:pt>
    <dgm:pt modelId="{C60FA0A2-6ABB-43E2-9874-0FD12D36FCFC}" type="parTrans" cxnId="{CF172D85-3A7C-4134-B6D6-73EB5BDEA67E}">
      <dgm:prSet/>
      <dgm:spPr/>
      <dgm:t>
        <a:bodyPr/>
        <a:lstStyle/>
        <a:p>
          <a:endParaRPr lang="en-SG"/>
        </a:p>
      </dgm:t>
    </dgm:pt>
    <dgm:pt modelId="{84C466B4-EB6E-4B9C-91F7-4A96226F0F1A}" type="sibTrans" cxnId="{CF172D85-3A7C-4134-B6D6-73EB5BDEA67E}">
      <dgm:prSet/>
      <dgm:spPr/>
      <dgm:t>
        <a:bodyPr/>
        <a:lstStyle/>
        <a:p>
          <a:endParaRPr lang="en-SG"/>
        </a:p>
      </dgm:t>
    </dgm:pt>
    <dgm:pt modelId="{E05EFAB0-7ED8-43E1-80B0-280134BE024C}" type="pres">
      <dgm:prSet presAssocID="{C89DE3A4-2CE7-4D78-A741-1A4DBB2B8AD1}" presName="Name0" presStyleCnt="0">
        <dgm:presLayoutVars>
          <dgm:dir/>
          <dgm:animLvl val="lvl"/>
          <dgm:resizeHandles/>
        </dgm:presLayoutVars>
      </dgm:prSet>
      <dgm:spPr/>
    </dgm:pt>
    <dgm:pt modelId="{D35A576B-12D2-4136-B05D-2EF2846AB6D2}" type="pres">
      <dgm:prSet presAssocID="{C408538E-813D-423F-B033-A8A3811D2031}" presName="linNode" presStyleCnt="0"/>
      <dgm:spPr/>
    </dgm:pt>
    <dgm:pt modelId="{1ABBAC60-2BC3-47D3-94FD-98EDEEB945CC}" type="pres">
      <dgm:prSet presAssocID="{C408538E-813D-423F-B033-A8A3811D2031}" presName="parentShp" presStyleLbl="node1" presStyleIdx="0" presStyleCnt="3" custScaleX="64319">
        <dgm:presLayoutVars>
          <dgm:bulletEnabled val="1"/>
        </dgm:presLayoutVars>
      </dgm:prSet>
      <dgm:spPr/>
      <dgm:t>
        <a:bodyPr/>
        <a:lstStyle/>
        <a:p>
          <a:endParaRPr lang="en-SG"/>
        </a:p>
      </dgm:t>
    </dgm:pt>
    <dgm:pt modelId="{FEB1584D-85AA-4096-B7F0-EC048F556777}" type="pres">
      <dgm:prSet presAssocID="{C408538E-813D-423F-B033-A8A3811D2031}" presName="childShp" presStyleLbl="bgAccFollowNode1" presStyleIdx="0" presStyleCnt="3" custScaleX="123787">
        <dgm:presLayoutVars>
          <dgm:bulletEnabled val="1"/>
        </dgm:presLayoutVars>
      </dgm:prSet>
      <dgm:spPr/>
      <dgm:t>
        <a:bodyPr/>
        <a:lstStyle/>
        <a:p>
          <a:endParaRPr lang="en-SG"/>
        </a:p>
      </dgm:t>
    </dgm:pt>
    <dgm:pt modelId="{AA355B9D-4B5F-43BA-9F92-30ECE7607E15}" type="pres">
      <dgm:prSet presAssocID="{33EA8972-79A2-4104-8266-30064C4141ED}" presName="spacing" presStyleCnt="0"/>
      <dgm:spPr/>
    </dgm:pt>
    <dgm:pt modelId="{E982FFF0-2811-4DC4-8F75-28328F450914}" type="pres">
      <dgm:prSet presAssocID="{DC742A3E-CEA5-4056-AAE6-1D64A0486C7E}" presName="linNode" presStyleCnt="0"/>
      <dgm:spPr/>
    </dgm:pt>
    <dgm:pt modelId="{CCFF66C3-F332-46B6-9BF8-45C6BDA96542}" type="pres">
      <dgm:prSet presAssocID="{DC742A3E-CEA5-4056-AAE6-1D64A0486C7E}" presName="parentShp" presStyleLbl="node1" presStyleIdx="1" presStyleCnt="3" custScaleX="64319">
        <dgm:presLayoutVars>
          <dgm:bulletEnabled val="1"/>
        </dgm:presLayoutVars>
      </dgm:prSet>
      <dgm:spPr/>
    </dgm:pt>
    <dgm:pt modelId="{291FB486-692A-49FF-88E0-B43002B3A330}" type="pres">
      <dgm:prSet presAssocID="{DC742A3E-CEA5-4056-AAE6-1D64A0486C7E}" presName="childShp" presStyleLbl="bgAccFollowNode1" presStyleIdx="1" presStyleCnt="3" custScaleX="123787">
        <dgm:presLayoutVars>
          <dgm:bulletEnabled val="1"/>
        </dgm:presLayoutVars>
      </dgm:prSet>
      <dgm:spPr/>
      <dgm:t>
        <a:bodyPr/>
        <a:lstStyle/>
        <a:p>
          <a:endParaRPr lang="en-SG"/>
        </a:p>
      </dgm:t>
    </dgm:pt>
    <dgm:pt modelId="{8F50AFE5-12C9-40A1-AC6D-BB33D67C1B65}" type="pres">
      <dgm:prSet presAssocID="{C887C677-26DB-4A87-873D-28A97A21137E}" presName="spacing" presStyleCnt="0"/>
      <dgm:spPr/>
    </dgm:pt>
    <dgm:pt modelId="{DE67EE1B-FCD6-4E61-8ED6-3411BB888F56}" type="pres">
      <dgm:prSet presAssocID="{336FA997-BF3B-4245-9E8C-A4D12E0B41D4}" presName="linNode" presStyleCnt="0"/>
      <dgm:spPr/>
    </dgm:pt>
    <dgm:pt modelId="{E186D276-5020-41BE-A429-4DDE416A752B}" type="pres">
      <dgm:prSet presAssocID="{336FA997-BF3B-4245-9E8C-A4D12E0B41D4}" presName="parentShp" presStyleLbl="node1" presStyleIdx="2" presStyleCnt="3" custScaleX="64319" custLinFactNeighborY="-2712">
        <dgm:presLayoutVars>
          <dgm:bulletEnabled val="1"/>
        </dgm:presLayoutVars>
      </dgm:prSet>
      <dgm:spPr/>
    </dgm:pt>
    <dgm:pt modelId="{A825FCCB-7F62-4656-8E1A-17335170C10F}" type="pres">
      <dgm:prSet presAssocID="{336FA997-BF3B-4245-9E8C-A4D12E0B41D4}" presName="childShp" presStyleLbl="bgAccFollowNode1" presStyleIdx="2" presStyleCnt="3" custScaleX="123787">
        <dgm:presLayoutVars>
          <dgm:bulletEnabled val="1"/>
        </dgm:presLayoutVars>
      </dgm:prSet>
      <dgm:spPr/>
    </dgm:pt>
  </dgm:ptLst>
  <dgm:cxnLst>
    <dgm:cxn modelId="{27D8DD46-BAC2-4FE1-9185-C49ACD5AED8D}" srcId="{C89DE3A4-2CE7-4D78-A741-1A4DBB2B8AD1}" destId="{C408538E-813D-423F-B033-A8A3811D2031}" srcOrd="0" destOrd="0" parTransId="{B3BC93DB-7223-4AFC-9708-35A8A631B4E7}" sibTransId="{33EA8972-79A2-4104-8266-30064C4141ED}"/>
    <dgm:cxn modelId="{247ABAE5-5C72-421B-8CA0-EFCE8F0E86A5}" type="presOf" srcId="{336FA997-BF3B-4245-9E8C-A4D12E0B41D4}" destId="{E186D276-5020-41BE-A429-4DDE416A752B}" srcOrd="0" destOrd="0" presId="urn:microsoft.com/office/officeart/2005/8/layout/vList6"/>
    <dgm:cxn modelId="{4F506591-78B7-443E-B599-2B6BAB9257C3}" type="presOf" srcId="{C89DE3A4-2CE7-4D78-A741-1A4DBB2B8AD1}" destId="{E05EFAB0-7ED8-43E1-80B0-280134BE024C}" srcOrd="0" destOrd="0" presId="urn:microsoft.com/office/officeart/2005/8/layout/vList6"/>
    <dgm:cxn modelId="{CF172D85-3A7C-4134-B6D6-73EB5BDEA67E}" srcId="{C89DE3A4-2CE7-4D78-A741-1A4DBB2B8AD1}" destId="{336FA997-BF3B-4245-9E8C-A4D12E0B41D4}" srcOrd="2" destOrd="0" parTransId="{C60FA0A2-6ABB-43E2-9874-0FD12D36FCFC}" sibTransId="{84C466B4-EB6E-4B9C-91F7-4A96226F0F1A}"/>
    <dgm:cxn modelId="{D395941F-3F13-4FC9-B920-88E3F94E2A8F}" type="presOf" srcId="{DC742A3E-CEA5-4056-AAE6-1D64A0486C7E}" destId="{CCFF66C3-F332-46B6-9BF8-45C6BDA96542}" srcOrd="0" destOrd="0" presId="urn:microsoft.com/office/officeart/2005/8/layout/vList6"/>
    <dgm:cxn modelId="{83E12AC2-27EE-45B5-8A3F-1AB7CA57F0C4}" srcId="{C89DE3A4-2CE7-4D78-A741-1A4DBB2B8AD1}" destId="{DC742A3E-CEA5-4056-AAE6-1D64A0486C7E}" srcOrd="1" destOrd="0" parTransId="{7D45F7F2-F6BF-4DE9-A1C0-EE4CBF45A114}" sibTransId="{C887C677-26DB-4A87-873D-28A97A21137E}"/>
    <dgm:cxn modelId="{251F1454-E081-4538-B8E9-791DFF5C605D}" type="presOf" srcId="{C408538E-813D-423F-B033-A8A3811D2031}" destId="{1ABBAC60-2BC3-47D3-94FD-98EDEEB945CC}" srcOrd="0" destOrd="0" presId="urn:microsoft.com/office/officeart/2005/8/layout/vList6"/>
    <dgm:cxn modelId="{B50944A0-7AA0-4F9F-A360-1A0A9F9E9077}" type="presParOf" srcId="{E05EFAB0-7ED8-43E1-80B0-280134BE024C}" destId="{D35A576B-12D2-4136-B05D-2EF2846AB6D2}" srcOrd="0" destOrd="0" presId="urn:microsoft.com/office/officeart/2005/8/layout/vList6"/>
    <dgm:cxn modelId="{746A1ABA-FBF9-4DDE-ACCB-4BDC0CC0DDC2}" type="presParOf" srcId="{D35A576B-12D2-4136-B05D-2EF2846AB6D2}" destId="{1ABBAC60-2BC3-47D3-94FD-98EDEEB945CC}" srcOrd="0" destOrd="0" presId="urn:microsoft.com/office/officeart/2005/8/layout/vList6"/>
    <dgm:cxn modelId="{8350F6CF-6FCB-4F6B-97E4-99B3E0807F85}" type="presParOf" srcId="{D35A576B-12D2-4136-B05D-2EF2846AB6D2}" destId="{FEB1584D-85AA-4096-B7F0-EC048F556777}" srcOrd="1" destOrd="0" presId="urn:microsoft.com/office/officeart/2005/8/layout/vList6"/>
    <dgm:cxn modelId="{042D7A20-5902-4117-9F01-AF717F237FF5}" type="presParOf" srcId="{E05EFAB0-7ED8-43E1-80B0-280134BE024C}" destId="{AA355B9D-4B5F-43BA-9F92-30ECE7607E15}" srcOrd="1" destOrd="0" presId="urn:microsoft.com/office/officeart/2005/8/layout/vList6"/>
    <dgm:cxn modelId="{05267C18-CC76-4D2C-9E1F-61E0841D2892}" type="presParOf" srcId="{E05EFAB0-7ED8-43E1-80B0-280134BE024C}" destId="{E982FFF0-2811-4DC4-8F75-28328F450914}" srcOrd="2" destOrd="0" presId="urn:microsoft.com/office/officeart/2005/8/layout/vList6"/>
    <dgm:cxn modelId="{B3D95691-EA2B-4B0C-B889-A5331B6D3887}" type="presParOf" srcId="{E982FFF0-2811-4DC4-8F75-28328F450914}" destId="{CCFF66C3-F332-46B6-9BF8-45C6BDA96542}" srcOrd="0" destOrd="0" presId="urn:microsoft.com/office/officeart/2005/8/layout/vList6"/>
    <dgm:cxn modelId="{FBAD586D-C192-48ED-8978-B833D813284A}" type="presParOf" srcId="{E982FFF0-2811-4DC4-8F75-28328F450914}" destId="{291FB486-692A-49FF-88E0-B43002B3A330}" srcOrd="1" destOrd="0" presId="urn:microsoft.com/office/officeart/2005/8/layout/vList6"/>
    <dgm:cxn modelId="{5EF897D4-8139-4733-9E73-AD280C4E7686}" type="presParOf" srcId="{E05EFAB0-7ED8-43E1-80B0-280134BE024C}" destId="{8F50AFE5-12C9-40A1-AC6D-BB33D67C1B65}" srcOrd="3" destOrd="0" presId="urn:microsoft.com/office/officeart/2005/8/layout/vList6"/>
    <dgm:cxn modelId="{2199434A-BEBC-4707-8AE5-0FF8F497EF69}" type="presParOf" srcId="{E05EFAB0-7ED8-43E1-80B0-280134BE024C}" destId="{DE67EE1B-FCD6-4E61-8ED6-3411BB888F56}" srcOrd="4" destOrd="0" presId="urn:microsoft.com/office/officeart/2005/8/layout/vList6"/>
    <dgm:cxn modelId="{209F027F-D0CE-480A-BF95-306FA821CEAF}" type="presParOf" srcId="{DE67EE1B-FCD6-4E61-8ED6-3411BB888F56}" destId="{E186D276-5020-41BE-A429-4DDE416A752B}" srcOrd="0" destOrd="0" presId="urn:microsoft.com/office/officeart/2005/8/layout/vList6"/>
    <dgm:cxn modelId="{4D65C9A1-847F-4486-B215-212010433BDD}" type="presParOf" srcId="{DE67EE1B-FCD6-4E61-8ED6-3411BB888F56}" destId="{A825FCCB-7F62-4656-8E1A-17335170C10F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EB1584D-85AA-4096-B7F0-EC048F556777}">
      <dsp:nvSpPr>
        <dsp:cNvPr id="0" name=""/>
        <dsp:cNvSpPr/>
      </dsp:nvSpPr>
      <dsp:spPr>
        <a:xfrm>
          <a:off x="1726210" y="0"/>
          <a:ext cx="4983323" cy="2325413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ABBAC60-2BC3-47D3-94FD-98EDEEB945CC}">
      <dsp:nvSpPr>
        <dsp:cNvPr id="0" name=""/>
        <dsp:cNvSpPr/>
      </dsp:nvSpPr>
      <dsp:spPr>
        <a:xfrm>
          <a:off x="6" y="0"/>
          <a:ext cx="1726203" cy="232541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SG" sz="2000" kern="1200"/>
            <a:t>3 perwatakan yang dipelajari (sila nyatakan nama watak)</a:t>
          </a:r>
        </a:p>
      </dsp:txBody>
      <dsp:txXfrm>
        <a:off x="6" y="0"/>
        <a:ext cx="1726203" cy="2325413"/>
      </dsp:txXfrm>
    </dsp:sp>
    <dsp:sp modelId="{291FB486-692A-49FF-88E0-B43002B3A330}">
      <dsp:nvSpPr>
        <dsp:cNvPr id="0" name=""/>
        <dsp:cNvSpPr/>
      </dsp:nvSpPr>
      <dsp:spPr>
        <a:xfrm>
          <a:off x="1726210" y="2557955"/>
          <a:ext cx="4983323" cy="2325413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CFF66C3-F332-46B6-9BF8-45C6BDA96542}">
      <dsp:nvSpPr>
        <dsp:cNvPr id="0" name=""/>
        <dsp:cNvSpPr/>
      </dsp:nvSpPr>
      <dsp:spPr>
        <a:xfrm>
          <a:off x="6" y="2557955"/>
          <a:ext cx="1726203" cy="232541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SG" sz="2000" kern="1200"/>
            <a:t>2 persoalan yang terkandung dalam cerpen</a:t>
          </a:r>
        </a:p>
      </dsp:txBody>
      <dsp:txXfrm>
        <a:off x="6" y="2557955"/>
        <a:ext cx="1726203" cy="2325413"/>
      </dsp:txXfrm>
    </dsp:sp>
    <dsp:sp modelId="{A825FCCB-7F62-4656-8E1A-17335170C10F}">
      <dsp:nvSpPr>
        <dsp:cNvPr id="0" name=""/>
        <dsp:cNvSpPr/>
      </dsp:nvSpPr>
      <dsp:spPr>
        <a:xfrm>
          <a:off x="1726210" y="5115910"/>
          <a:ext cx="4983323" cy="2325413"/>
        </a:xfrm>
        <a:prstGeom prst="rightArrow">
          <a:avLst>
            <a:gd name="adj1" fmla="val 75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186D276-5020-41BE-A429-4DDE416A752B}">
      <dsp:nvSpPr>
        <dsp:cNvPr id="0" name=""/>
        <dsp:cNvSpPr/>
      </dsp:nvSpPr>
      <dsp:spPr>
        <a:xfrm>
          <a:off x="6" y="5052845"/>
          <a:ext cx="1726203" cy="232541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SG" sz="2000" kern="1200"/>
            <a:t>1 perkara yang menarik</a:t>
          </a:r>
        </a:p>
      </dsp:txBody>
      <dsp:txXfrm>
        <a:off x="6" y="5052845"/>
        <a:ext cx="1726203" cy="23254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84E38"/>
    <w:rsid w:val="00C32929"/>
    <w:rsid w:val="00DC781B"/>
    <w:rsid w:val="00F8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9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4E38"/>
    <w:rPr>
      <w:color w:val="808080"/>
    </w:rPr>
  </w:style>
  <w:style w:type="paragraph" w:customStyle="1" w:styleId="FCE08CEFAB1942A69614E18BCA9561A3">
    <w:name w:val="FCE08CEFAB1942A69614E18BCA9561A3"/>
    <w:rsid w:val="00C32929"/>
  </w:style>
  <w:style w:type="paragraph" w:customStyle="1" w:styleId="0609C13094F84954BAA04AF7DA480973">
    <w:name w:val="0609C13094F84954BAA04AF7DA480973"/>
    <w:rsid w:val="00F84E38"/>
  </w:style>
  <w:style w:type="paragraph" w:customStyle="1" w:styleId="5C667D348AF74BE499BDCE472F3959BD">
    <w:name w:val="5C667D348AF74BE499BDCE472F3959BD"/>
    <w:rsid w:val="00F84E38"/>
  </w:style>
  <w:style w:type="paragraph" w:customStyle="1" w:styleId="A17D1318F4904BFCA2878A88C9698698">
    <w:name w:val="A17D1318F4904BFCA2878A88C9698698"/>
    <w:rsid w:val="00F84E38"/>
  </w:style>
  <w:style w:type="paragraph" w:customStyle="1" w:styleId="6C21EC43EDC840A0908B2E7BE7670B62">
    <w:name w:val="6C21EC43EDC840A0908B2E7BE7670B62"/>
    <w:rsid w:val="00F84E38"/>
  </w:style>
  <w:style w:type="paragraph" w:customStyle="1" w:styleId="B175E1125C0F45BF8B57FB87AD3BA0FF">
    <w:name w:val="B175E1125C0F45BF8B57FB87AD3BA0FF"/>
    <w:rsid w:val="00F84E38"/>
  </w:style>
  <w:style w:type="paragraph" w:customStyle="1" w:styleId="2CA94BE323F84B658E6B5728830ED2B8">
    <w:name w:val="2CA94BE323F84B658E6B5728830ED2B8"/>
    <w:rsid w:val="00F84E38"/>
  </w:style>
  <w:style w:type="paragraph" w:customStyle="1" w:styleId="CC566AC8C5BC41069C91407F8370FEE3">
    <w:name w:val="CC566AC8C5BC41069C91407F8370FEE3"/>
    <w:rsid w:val="00F84E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858A7A-4DC4-4759-8E68-90BDAAC847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EdWorld_SpiderMap</Template>
  <TotalTime>14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</CharactersWithSpaces>
  <SharedDoc>false</SharedDoc>
  <HLinks>
    <vt:vector size="12" baseType="variant">
      <vt:variant>
        <vt:i4>3407941</vt:i4>
      </vt:variant>
      <vt:variant>
        <vt:i4>1040</vt:i4>
      </vt:variant>
      <vt:variant>
        <vt:i4>1025</vt:i4>
      </vt:variant>
      <vt:variant>
        <vt:i4>1</vt:i4>
      </vt:variant>
      <vt:variant>
        <vt:lpwstr>D_spider.jpg</vt:lpwstr>
      </vt:variant>
      <vt:variant>
        <vt:lpwstr/>
      </vt:variant>
      <vt:variant>
        <vt:i4>852053</vt:i4>
      </vt:variant>
      <vt:variant>
        <vt:i4>1046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2012-02-10T14:21:00Z</dcterms:created>
  <dcterms:modified xsi:type="dcterms:W3CDTF">2012-02-10T14:34:00Z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TC018878909991</vt:lpwstr>
  </property>
</Properties>
</file>